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416"/>
        <w:gridCol w:w="710"/>
        <w:gridCol w:w="420"/>
        <w:gridCol w:w="569"/>
        <w:gridCol w:w="708"/>
        <w:gridCol w:w="709"/>
        <w:gridCol w:w="637"/>
        <w:gridCol w:w="458"/>
        <w:gridCol w:w="186"/>
        <w:gridCol w:w="708"/>
        <w:gridCol w:w="709"/>
        <w:gridCol w:w="738"/>
        <w:gridCol w:w="740"/>
      </w:tblGrid>
      <w:tr w:rsidR="00751814" w:rsidTr="00C82BAA">
        <w:tc>
          <w:tcPr>
            <w:tcW w:w="9242" w:type="dxa"/>
            <w:gridSpan w:val="14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Name: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FFF00"/>
          </w:tcPr>
          <w:p w:rsidR="00394A2C" w:rsidRPr="00263FE8" w:rsidRDefault="00263FE8" w:rsidP="007518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>HOME LEARNING   Term 1 Week 3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263FE8">
        <w:tc>
          <w:tcPr>
            <w:tcW w:w="9242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Funky Feet Day / Library (Rm 21) Music (Rm 22) / Spelling and </w:t>
            </w:r>
            <w:proofErr w:type="spellStart"/>
            <w:r w:rsidRPr="00C82BAA">
              <w:rPr>
                <w:b/>
                <w:color w:val="FF0000"/>
                <w:sz w:val="24"/>
                <w:szCs w:val="24"/>
              </w:rPr>
              <w:t>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proofErr w:type="spellEnd"/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:rsidR="00C82BAA" w:rsidRPr="00C82BAA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Tuesday:           Hilarious Hat Day / Sports Gear</w:t>
            </w:r>
          </w:p>
          <w:p w:rsidR="00C82BAA" w:rsidRPr="00C82BAA" w:rsidRDefault="00C82BAA" w:rsidP="00C82BAA">
            <w:pPr>
              <w:rPr>
                <w:b/>
                <w:color w:val="0070C0"/>
                <w:sz w:val="24"/>
                <w:szCs w:val="24"/>
              </w:rPr>
            </w:pPr>
            <w:r w:rsidRPr="00C82BAA">
              <w:rPr>
                <w:b/>
                <w:color w:val="0070C0"/>
                <w:sz w:val="24"/>
                <w:szCs w:val="24"/>
              </w:rPr>
              <w:t>Wednesday:    Bring a friend or parent day - Photo day - photo competition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>:         Mufti-day if you come to school in a travel-wise way / Art</w:t>
            </w:r>
          </w:p>
          <w:p w:rsidR="00C82BAA" w:rsidRP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Friday:               8.20am meeting point at Haydn Ave and Ambury Ave / 2pm Giant walk for </w:t>
            </w:r>
          </w:p>
          <w:p w:rsid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                           the school / Music (Rm 21) / Library (Rm 22)</w:t>
            </w:r>
          </w:p>
          <w:p w:rsidR="00394A2C" w:rsidRPr="00263FE8" w:rsidRDefault="00394A2C" w:rsidP="00C82BAA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14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534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99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281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417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478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C82BAA" w:rsidRP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37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644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0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0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738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40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6x2=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6-2=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3x3=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5x4=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1x6=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5+4=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5x0=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4x4=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9+0=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7x2=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3x7=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:rsidR="00C82BAA" w:rsidRDefault="00AE51AC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8x1=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0x3=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2x9=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4x2=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14-5=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8x3=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10x1=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2+7=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2x3=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5-3=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6+6=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5x5=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11-8=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5+9=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1x1=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8-8=</w:t>
            </w:r>
          </w:p>
        </w:tc>
        <w:tc>
          <w:tcPr>
            <w:tcW w:w="1699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7x5=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C82BAA" w:rsidTr="00C82BAA"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3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44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FFCCFF"/>
          </w:tcPr>
          <w:p w:rsidR="00394A2C" w:rsidRDefault="00394A2C" w:rsidP="00394A2C">
            <w:pPr>
              <w:jc w:val="center"/>
              <w:rPr>
                <w:b/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oy / oi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to 10 words</w:t>
            </w:r>
          </w:p>
        </w:tc>
      </w:tr>
      <w:tr w:rsidR="00394A2C" w:rsidTr="00611161">
        <w:tc>
          <w:tcPr>
            <w:tcW w:w="9242" w:type="dxa"/>
            <w:gridSpan w:val="14"/>
          </w:tcPr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394A2C" w:rsidRDefault="00394A2C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E5DFEC" w:themeFill="accent4" w:themeFillTint="33"/>
          </w:tcPr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  <w:p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4A2C" w:rsidTr="00553873">
        <w:tc>
          <w:tcPr>
            <w:tcW w:w="3080" w:type="dxa"/>
            <w:gridSpan w:val="4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home-reader have you enjoyed the most this week and why?</w:t>
            </w:r>
          </w:p>
          <w:p w:rsidR="00751814" w:rsidRDefault="00751814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Title: _________________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Title: ___________________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the physical characteristics of the main character.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1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___________________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Record three interesting facts you have learnt from this book so far</w:t>
            </w:r>
          </w:p>
          <w:p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14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C82BAA" w:rsidRPr="00751814" w:rsidTr="00C82BAA">
        <w:trPr>
          <w:trHeight w:val="306"/>
        </w:trPr>
        <w:tc>
          <w:tcPr>
            <w:tcW w:w="534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582" w:type="dxa"/>
            <w:gridSpan w:val="11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C82BAA" w:rsidTr="00C82BAA">
        <w:trPr>
          <w:trHeight w:val="306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82BAA" w:rsidTr="00C82BAA">
        <w:trPr>
          <w:trHeight w:val="301"/>
        </w:trPr>
        <w:tc>
          <w:tcPr>
            <w:tcW w:w="534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582" w:type="dxa"/>
            <w:gridSpan w:val="11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14"/>
          </w:tcPr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Can Do's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Garden Art - research some ideas for garden art for our carnival day.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Think about the materials you could use that are recyclable.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21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Worm Farm - Think of a name to replace Wormy Works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  <w:r w:rsidR="00AE51A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AE51AC">
              <w:rPr>
                <w:b/>
                <w:sz w:val="24"/>
                <w:szCs w:val="24"/>
              </w:rPr>
              <w:t xml:space="preserve">List three things you think </w:t>
            </w:r>
            <w:r>
              <w:rPr>
                <w:b/>
                <w:sz w:val="24"/>
                <w:szCs w:val="24"/>
              </w:rPr>
              <w:t>it will take to be a great Worm Farm class?</w:t>
            </w: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263FE8"/>
    <w:rsid w:val="00394A2C"/>
    <w:rsid w:val="00751814"/>
    <w:rsid w:val="008B795B"/>
    <w:rsid w:val="00991D11"/>
    <w:rsid w:val="00AE51AC"/>
    <w:rsid w:val="00BA6736"/>
    <w:rsid w:val="00C82BAA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4226BD-86CA-49AC-9393-5EB73E51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AFBD9341</Template>
  <TotalTime>0</TotalTime>
  <Pages>3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Felicity Boyd</cp:lastModifiedBy>
  <cp:revision>2</cp:revision>
  <cp:lastPrinted>2016-02-11T10:35:00Z</cp:lastPrinted>
  <dcterms:created xsi:type="dcterms:W3CDTF">2016-02-15T01:39:00Z</dcterms:created>
  <dcterms:modified xsi:type="dcterms:W3CDTF">2016-02-15T01:39:00Z</dcterms:modified>
</cp:coreProperties>
</file>